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08E" w:rsidRDefault="00B9408E" w:rsidP="004C4AAC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372CD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Term 1, Week 2 </w:t>
      </w:r>
      <w:r w:rsidRPr="00372CD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72CD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72CD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16-20 August 2010</w:t>
      </w:r>
      <w:r w:rsidRPr="00372CD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72CD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372CD2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English 12</w:t>
      </w:r>
      <w:r w:rsidRPr="00372CD2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372CD2">
        <w:rPr>
          <w:rFonts w:ascii="Times New Roman" w:hAnsi="Times New Roman" w:cs="Times New Roman"/>
          <w:color w:val="000000"/>
          <w:sz w:val="24"/>
          <w:szCs w:val="24"/>
        </w:rPr>
        <w:br/>
        <w:t>Things to do:</w:t>
      </w:r>
      <w:r w:rsidRPr="00372CD2">
        <w:rPr>
          <w:rFonts w:ascii="Times New Roman" w:hAnsi="Times New Roman" w:cs="Times New Roman"/>
          <w:color w:val="000000"/>
          <w:sz w:val="24"/>
          <w:szCs w:val="24"/>
        </w:rPr>
        <w:br/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372CD2">
        <w:rPr>
          <w:rFonts w:ascii="Times New Roman" w:hAnsi="Times New Roman" w:cs="Times New Roman"/>
          <w:color w:val="000000"/>
          <w:sz w:val="24"/>
          <w:szCs w:val="24"/>
        </w:rPr>
        <w:t xml:space="preserve"> Cover your book! 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372CD2">
        <w:rPr>
          <w:rFonts w:ascii="Times New Roman" w:hAnsi="Times New Roman" w:cs="Times New Roman"/>
          <w:color w:val="000000"/>
          <w:sz w:val="24"/>
          <w:szCs w:val="24"/>
        </w:rPr>
        <w:t xml:space="preserve"> Keep up with your assignments! 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372CD2">
        <w:rPr>
          <w:rFonts w:ascii="Times New Roman" w:hAnsi="Times New Roman" w:cs="Times New Roman"/>
          <w:color w:val="000000"/>
          <w:sz w:val="24"/>
          <w:szCs w:val="24"/>
        </w:rPr>
        <w:t xml:space="preserve"> Bring your supplies!</w:t>
      </w:r>
      <w:r w:rsidRPr="00372CD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72CD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72CD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Monday, 16 August 2010</w:t>
      </w:r>
      <w:r w:rsidRPr="00372CD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/>
      </w:r>
    </w:p>
    <w:p w:rsidR="00B9408E" w:rsidRDefault="00B9408E" w:rsidP="004C4AAC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HOMEWORK:  Read pages 67-76</w:t>
      </w:r>
    </w:p>
    <w:p w:rsidR="00B9408E" w:rsidRDefault="00B9408E" w:rsidP="004465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Notes on the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Illiad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Homer</w:t>
      </w:r>
    </w:p>
    <w:p w:rsidR="00B9408E" w:rsidRDefault="00B9408E" w:rsidP="004465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Discuss the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Illiad</w:t>
      </w:r>
    </w:p>
    <w:p w:rsidR="00B9408E" w:rsidRDefault="00B9408E" w:rsidP="004465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Create a chart comparing and contrasting Beowulf and Hector</w:t>
      </w:r>
    </w:p>
    <w:p w:rsidR="00B9408E" w:rsidRPr="00BC6775" w:rsidRDefault="00B9408E" w:rsidP="0044657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HOMEWORK:  None  </w:t>
      </w:r>
      <w:r w:rsidRPr="00BC6775">
        <w:rPr>
          <w:rFonts w:ascii="Times New Roman" w:hAnsi="Times New Roman" w:cs="Times New Roman"/>
          <w:color w:val="000000"/>
          <w:sz w:val="24"/>
          <w:szCs w:val="24"/>
        </w:rPr>
        <w:sym w:font="Wingdings" w:char="F04A"/>
      </w:r>
    </w:p>
    <w:p w:rsidR="00B9408E" w:rsidRPr="00F95212" w:rsidRDefault="00B9408E" w:rsidP="0044657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72CD2">
        <w:rPr>
          <w:rFonts w:ascii="Times New Roman" w:hAnsi="Times New Roman" w:cs="Times New Roman"/>
          <w:color w:val="000000"/>
          <w:sz w:val="24"/>
          <w:szCs w:val="24"/>
        </w:rPr>
        <w:t>Vocabulary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Review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Beowulf</w:t>
      </w:r>
      <w:r>
        <w:rPr>
          <w:rFonts w:ascii="Times New Roman" w:hAnsi="Times New Roman" w:cs="Times New Roman"/>
          <w:color w:val="000000"/>
          <w:sz w:val="24"/>
          <w:szCs w:val="24"/>
        </w:rPr>
        <w:t>, Sections 1-7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Read/discuss pages 31-38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Reading quiz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HOMEWORK:  Read pages 43-48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9408E" w:rsidRPr="00372CD2" w:rsidRDefault="00B9408E" w:rsidP="00D90086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372CD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Tuesday, 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7 August 2010</w:t>
      </w:r>
    </w:p>
    <w:p w:rsidR="00B9408E" w:rsidRPr="00372CD2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72CD2">
        <w:rPr>
          <w:rFonts w:ascii="Times New Roman" w:hAnsi="Times New Roman" w:cs="Times New Roman"/>
          <w:color w:val="000000"/>
          <w:sz w:val="24"/>
          <w:szCs w:val="24"/>
        </w:rPr>
        <w:t>Vocabulary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pg. 66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Reading quiz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Discuss pgs. 43-48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Determine theme of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Beowulf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Finish graphic organizer, if necessary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Notes on the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Illiad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Homer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HOMEWORK:  Read pages 67-76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Wednesday, 18 August 2010</w:t>
      </w:r>
      <w:r w:rsidRPr="00372CD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/>
      </w:r>
      <w:r w:rsidRPr="00372CD2">
        <w:rPr>
          <w:rFonts w:ascii="Times New Roman" w:hAnsi="Times New Roman" w:cs="Times New Roman"/>
          <w:color w:val="000000"/>
          <w:sz w:val="24"/>
          <w:szCs w:val="24"/>
        </w:rPr>
        <w:t>Vocabulary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Discuss the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Illiad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Create a chart comparing and contrasting Beowulf and Hector</w:t>
      </w:r>
    </w:p>
    <w:p w:rsidR="00B9408E" w:rsidRPr="00BC6775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HOMEWORK:  Finish chart</w:t>
      </w:r>
    </w:p>
    <w:p w:rsidR="00B9408E" w:rsidRPr="00D90086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9408E" w:rsidRPr="00372CD2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Thursday, 19 August 2010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Vocabulary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Continue discussing the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Illiad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Reading quiz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Using compare/contrast chart, write a 2-3 page essay comparing Beowulf and Hector</w:t>
      </w:r>
    </w:p>
    <w:p w:rsidR="00B9408E" w:rsidRPr="00372CD2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HOMEWORK:  Finish essay; begin to study for test</w:t>
      </w:r>
    </w:p>
    <w:p w:rsidR="00B9408E" w:rsidRPr="00372CD2" w:rsidRDefault="00B9408E" w:rsidP="00D90086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B9408E" w:rsidRPr="00D90086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Friday, 20 August 2010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Vocabulary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Turn in essay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Watch a clip from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Deadliest Catch</w:t>
      </w: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Read and discuss “The Seafarer” – p. 87-91</w:t>
      </w:r>
    </w:p>
    <w:p w:rsidR="00B9408E" w:rsidRPr="00372CD2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HOMEWORK:  Begin to study for test</w:t>
      </w:r>
    </w:p>
    <w:p w:rsidR="00B9408E" w:rsidRPr="00372CD2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9408E" w:rsidRDefault="00B9408E" w:rsidP="00D90086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9408E" w:rsidSect="00814C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F4F55"/>
    <w:multiLevelType w:val="multilevel"/>
    <w:tmpl w:val="0409001D"/>
    <w:styleLink w:val="MLAStyle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838409A"/>
    <w:multiLevelType w:val="hybridMultilevel"/>
    <w:tmpl w:val="494C7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6953"/>
    <w:rsid w:val="00145DD0"/>
    <w:rsid w:val="00162E2F"/>
    <w:rsid w:val="001E1F57"/>
    <w:rsid w:val="001F0696"/>
    <w:rsid w:val="0022525D"/>
    <w:rsid w:val="00256E4E"/>
    <w:rsid w:val="002D7022"/>
    <w:rsid w:val="00372CD2"/>
    <w:rsid w:val="0044339B"/>
    <w:rsid w:val="0044657F"/>
    <w:rsid w:val="004B5259"/>
    <w:rsid w:val="004C2D2F"/>
    <w:rsid w:val="004C4AAC"/>
    <w:rsid w:val="005D16DE"/>
    <w:rsid w:val="00677BCC"/>
    <w:rsid w:val="006E6034"/>
    <w:rsid w:val="00814C60"/>
    <w:rsid w:val="008533A8"/>
    <w:rsid w:val="008635F6"/>
    <w:rsid w:val="008A2600"/>
    <w:rsid w:val="008B5ED8"/>
    <w:rsid w:val="009154E6"/>
    <w:rsid w:val="00990A0A"/>
    <w:rsid w:val="009D3253"/>
    <w:rsid w:val="009F6E75"/>
    <w:rsid w:val="00A21E3B"/>
    <w:rsid w:val="00AA6174"/>
    <w:rsid w:val="00B31B55"/>
    <w:rsid w:val="00B45500"/>
    <w:rsid w:val="00B500CC"/>
    <w:rsid w:val="00B9408E"/>
    <w:rsid w:val="00BC6775"/>
    <w:rsid w:val="00D16953"/>
    <w:rsid w:val="00D90086"/>
    <w:rsid w:val="00DA663D"/>
    <w:rsid w:val="00DD29FF"/>
    <w:rsid w:val="00F730AF"/>
    <w:rsid w:val="00F95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C60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1695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500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1F57"/>
    <w:rPr>
      <w:rFonts w:ascii="Times New Roman" w:hAnsi="Times New Roman" w:cs="Times New Roman"/>
      <w:sz w:val="2"/>
      <w:szCs w:val="2"/>
    </w:rPr>
  </w:style>
  <w:style w:type="numbering" w:customStyle="1" w:styleId="MLAStyle">
    <w:name w:val="MLA Style"/>
    <w:rsid w:val="005052F3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171</Words>
  <Characters>981</Characters>
  <Application>Microsoft Office Outlook</Application>
  <DocSecurity>0</DocSecurity>
  <Lines>0</Lines>
  <Paragraphs>0</Paragraphs>
  <ScaleCrop>false</ScaleCrop>
  <Company> BRHS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pcoles</dc:creator>
  <cp:keywords/>
  <dc:description/>
  <cp:lastModifiedBy>Trina Vest</cp:lastModifiedBy>
  <cp:revision>9</cp:revision>
  <cp:lastPrinted>2010-08-16T11:29:00Z</cp:lastPrinted>
  <dcterms:created xsi:type="dcterms:W3CDTF">2009-07-28T15:25:00Z</dcterms:created>
  <dcterms:modified xsi:type="dcterms:W3CDTF">2011-01-07T20:34:00Z</dcterms:modified>
</cp:coreProperties>
</file>